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C6A386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514226" w:rsidRPr="0051422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2B02BB">
        <w:rPr>
          <w:rFonts w:ascii="Arial" w:hAnsi="Arial" w:cs="Arial"/>
          <w:color w:val="222222"/>
          <w:shd w:val="clear" w:color="auto" w:fill="FFFFFF"/>
        </w:rPr>
        <w:t>24-G002-25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5A6763F4" w:rsidR="00B0293A" w:rsidRPr="00532E97" w:rsidRDefault="0037178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8379A">
              <w:rPr>
                <w:rFonts w:ascii="Calibri" w:hAnsi="Calibri"/>
                <w:szCs w:val="20"/>
              </w:rPr>
              <w:t>9</w:t>
            </w:r>
            <w:r w:rsidR="00D423CC">
              <w:rPr>
                <w:rFonts w:ascii="Calibri" w:hAnsi="Calibri"/>
                <w:szCs w:val="20"/>
              </w:rPr>
              <w:t>/07/25</w:t>
            </w:r>
            <w:r w:rsidR="00C514BA">
              <w:rPr>
                <w:rFonts w:ascii="Calibri" w:hAnsi="Calibri"/>
                <w:szCs w:val="20"/>
              </w:rPr>
              <w:t>, 9am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026AEB4F" w:rsidR="00B0293A" w:rsidRPr="008638BB" w:rsidRDefault="0037178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8379A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/08/25</w:t>
            </w:r>
            <w:r w:rsidR="008638BB" w:rsidRPr="008638BB">
              <w:rPr>
                <w:rFonts w:ascii="Calibri" w:hAnsi="Calibri"/>
                <w:szCs w:val="20"/>
              </w:rPr>
              <w:t>,</w:t>
            </w:r>
            <w:r w:rsidR="00B0293A" w:rsidRPr="008638BB">
              <w:rPr>
                <w:rFonts w:ascii="Calibri" w:hAnsi="Calibri"/>
                <w:szCs w:val="20"/>
              </w:rPr>
              <w:t xml:space="preserve"> (</w:t>
            </w:r>
            <w:r w:rsidR="00251A4B" w:rsidRPr="008638BB">
              <w:rPr>
                <w:rFonts w:ascii="Calibri" w:hAnsi="Calibri"/>
                <w:szCs w:val="20"/>
              </w:rPr>
              <w:t>1</w:t>
            </w:r>
            <w:r w:rsidR="008638BB" w:rsidRPr="008638BB">
              <w:rPr>
                <w:rFonts w:ascii="Calibri" w:hAnsi="Calibri"/>
                <w:szCs w:val="20"/>
              </w:rPr>
              <w:t>7</w:t>
            </w:r>
            <w:r w:rsidR="00B0293A" w:rsidRPr="008638B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287A24F8" w:rsidR="00B0293A" w:rsidRPr="008638BB" w:rsidRDefault="005837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 w:rsidRPr="008638BB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CCBD175" w:rsidR="00B0293A" w:rsidRPr="008638BB" w:rsidRDefault="0037178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B3D78">
              <w:rPr>
                <w:rFonts w:ascii="Calibri" w:hAnsi="Calibri"/>
                <w:szCs w:val="20"/>
              </w:rPr>
              <w:t>5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B0293A" w:rsidRPr="008638BB">
              <w:rPr>
                <w:rFonts w:ascii="Calibri" w:hAnsi="Calibri"/>
                <w:szCs w:val="20"/>
              </w:rPr>
              <w:t xml:space="preserve"> (</w:t>
            </w:r>
            <w:r w:rsidR="00251A4B" w:rsidRPr="008638BB">
              <w:rPr>
                <w:rFonts w:ascii="Calibri" w:hAnsi="Calibri"/>
                <w:szCs w:val="20"/>
              </w:rPr>
              <w:t>1</w:t>
            </w:r>
            <w:r w:rsidR="008638BB" w:rsidRPr="008638BB">
              <w:rPr>
                <w:rFonts w:ascii="Calibri" w:hAnsi="Calibri"/>
                <w:szCs w:val="20"/>
              </w:rPr>
              <w:t>7</w:t>
            </w:r>
            <w:r w:rsidR="00B0293A" w:rsidRPr="008638B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5CBAB8B8" w:rsidR="00B0293A" w:rsidRPr="00532E97" w:rsidRDefault="0037178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8638BB">
              <w:rPr>
                <w:rFonts w:ascii="Calibri" w:hAnsi="Calibri"/>
                <w:szCs w:val="20"/>
              </w:rPr>
              <w:t>(14:00)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3FF1AB80" w:rsidR="00B0293A" w:rsidRPr="00532E97" w:rsidRDefault="0037178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5DCE0D82" w:rsidR="00B0293A" w:rsidRPr="00532E97" w:rsidRDefault="0037178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514BA">
              <w:rPr>
                <w:rFonts w:ascii="Calibri" w:hAnsi="Calibri"/>
                <w:szCs w:val="20"/>
              </w:rPr>
              <w:t>/0</w:t>
            </w:r>
            <w:r w:rsidR="00D423CC"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13EB6C6F" w:rsidR="00B0293A" w:rsidRPr="00532E97" w:rsidRDefault="00371788" w:rsidP="0037178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ECD97D2" w:rsidR="00B0293A" w:rsidRPr="00532E97" w:rsidRDefault="00371788" w:rsidP="0037178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CB76B" w14:textId="77777777" w:rsidR="005C4EA6" w:rsidRDefault="005C4EA6">
      <w:r>
        <w:separator/>
      </w:r>
    </w:p>
  </w:endnote>
  <w:endnote w:type="continuationSeparator" w:id="0">
    <w:p w14:paraId="5FDE030B" w14:textId="77777777" w:rsidR="005C4EA6" w:rsidRDefault="005C4EA6">
      <w:r>
        <w:continuationSeparator/>
      </w:r>
    </w:p>
  </w:endnote>
  <w:endnote w:type="continuationNotice" w:id="1">
    <w:p w14:paraId="02704ECC" w14:textId="77777777" w:rsidR="005C4EA6" w:rsidRDefault="005C4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EA81" w14:textId="77777777" w:rsidR="00AE6123" w:rsidRDefault="00AE61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347A4DC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71788" w:rsidRPr="0037178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71788" w:rsidRPr="0037178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9DDE34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B02BB">
      <w:rPr>
        <w:noProof/>
      </w:rPr>
      <w:t>2025-07-25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3A0A0" w14:textId="77777777" w:rsidR="00AE6123" w:rsidRDefault="00AE6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DBA71" w14:textId="77777777" w:rsidR="005C4EA6" w:rsidRDefault="005C4EA6">
      <w:r>
        <w:separator/>
      </w:r>
    </w:p>
  </w:footnote>
  <w:footnote w:type="continuationSeparator" w:id="0">
    <w:p w14:paraId="12E87388" w14:textId="77777777" w:rsidR="005C4EA6" w:rsidRDefault="005C4EA6">
      <w:r>
        <w:continuationSeparator/>
      </w:r>
    </w:p>
  </w:footnote>
  <w:footnote w:type="continuationNotice" w:id="1">
    <w:p w14:paraId="2199FE84" w14:textId="77777777" w:rsidR="005C4EA6" w:rsidRDefault="005C4E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90D3" w14:textId="77777777" w:rsidR="00AE6123" w:rsidRDefault="00AE61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1B02DB0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E6123" w:rsidRPr="00AE6123">
      <w:rPr>
        <w:rFonts w:ascii="Arial" w:hAnsi="Arial" w:cs="Arial"/>
        <w:b/>
        <w:bCs/>
        <w:sz w:val="22"/>
        <w:szCs w:val="22"/>
      </w:rPr>
      <w:t>RFQ-24-G002-24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750703">
    <w:abstractNumId w:val="1"/>
  </w:num>
  <w:num w:numId="2" w16cid:durableId="339818042">
    <w:abstractNumId w:val="10"/>
  </w:num>
  <w:num w:numId="3" w16cid:durableId="400831724">
    <w:abstractNumId w:val="11"/>
  </w:num>
  <w:num w:numId="4" w16cid:durableId="1479110819">
    <w:abstractNumId w:val="4"/>
  </w:num>
  <w:num w:numId="5" w16cid:durableId="563182729">
    <w:abstractNumId w:val="3"/>
  </w:num>
  <w:num w:numId="6" w16cid:durableId="826559263">
    <w:abstractNumId w:val="7"/>
  </w:num>
  <w:num w:numId="7" w16cid:durableId="1042361930">
    <w:abstractNumId w:val="5"/>
  </w:num>
  <w:num w:numId="8" w16cid:durableId="1715274775">
    <w:abstractNumId w:val="9"/>
  </w:num>
  <w:num w:numId="9" w16cid:durableId="461265959">
    <w:abstractNumId w:val="0"/>
  </w:num>
  <w:num w:numId="10" w16cid:durableId="403920792">
    <w:abstractNumId w:val="8"/>
  </w:num>
  <w:num w:numId="11" w16cid:durableId="1589387907">
    <w:abstractNumId w:val="2"/>
  </w:num>
  <w:num w:numId="12" w16cid:durableId="11216097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2BB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D686B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1788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89F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7D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9A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4EA6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3D78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8CC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D6E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848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15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5E0A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BDE"/>
    <w:rsid w:val="00C22EBF"/>
    <w:rsid w:val="00C239E3"/>
    <w:rsid w:val="00C23A97"/>
    <w:rsid w:val="00C2473B"/>
    <w:rsid w:val="00C26155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4BA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3CC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86D4F-B153-435E-B150-9EF7E9C037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2</Pages>
  <Words>201</Words>
  <Characters>1138</Characters>
  <Application>Microsoft Office Word</Application>
  <DocSecurity>0</DocSecurity>
  <Lines>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2025-05-22T23:51:00Z</dcterms:created>
  <dcterms:modified xsi:type="dcterms:W3CDTF">2025-07-25T04:27:00Z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2dc22fa5-0560-4eb7-904f-6040cd5991f0</vt:lpwstr>
  </property>
</Properties>
</file>